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4D" w:rsidRDefault="00880D4D" w:rsidP="001158BC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880D4D" w:rsidRDefault="00880D4D" w:rsidP="009E4BAF">
      <w:pPr>
        <w:jc w:val="center"/>
        <w:rPr>
          <w:b/>
          <w:noProof/>
          <w:sz w:val="32"/>
          <w:szCs w:val="32"/>
        </w:rPr>
      </w:pPr>
      <w:r w:rsidRPr="00BF5E0D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</w:p>
    <w:p w:rsidR="00880D4D" w:rsidRDefault="00880D4D" w:rsidP="009E4BAF">
      <w:pPr>
        <w:jc w:val="center"/>
        <w:rPr>
          <w:b/>
          <w:noProof/>
          <w:sz w:val="16"/>
          <w:szCs w:val="16"/>
        </w:rPr>
      </w:pPr>
    </w:p>
    <w:p w:rsidR="00880D4D" w:rsidRDefault="00880D4D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880D4D" w:rsidRPr="00861541" w:rsidRDefault="00880D4D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880D4D" w:rsidRPr="00861541" w:rsidRDefault="00880D4D" w:rsidP="00211F1C">
      <w:pPr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</w:t>
      </w:r>
    </w:p>
    <w:p w:rsidR="00880D4D" w:rsidRPr="009E4BAF" w:rsidRDefault="00880D4D" w:rsidP="009E4BAF">
      <w:pPr>
        <w:pStyle w:val="Heading2"/>
        <w:rPr>
          <w:sz w:val="32"/>
        </w:rPr>
      </w:pPr>
      <w:r w:rsidRPr="009E4BAF">
        <w:rPr>
          <w:sz w:val="32"/>
        </w:rPr>
        <w:t>РЕШЕНИЕ</w:t>
      </w:r>
    </w:p>
    <w:p w:rsidR="00880D4D" w:rsidRPr="004A688D" w:rsidRDefault="00880D4D" w:rsidP="009E4BAF">
      <w:pPr>
        <w:pStyle w:val="Header"/>
        <w:tabs>
          <w:tab w:val="clear" w:pos="4677"/>
          <w:tab w:val="clear" w:pos="9355"/>
        </w:tabs>
        <w:rPr>
          <w:sz w:val="26"/>
        </w:rPr>
      </w:pPr>
      <w:r>
        <w:rPr>
          <w:b/>
          <w:sz w:val="26"/>
        </w:rPr>
        <w:t>от</w:t>
      </w:r>
      <w:r w:rsidRPr="00E033D6">
        <w:rPr>
          <w:b/>
          <w:sz w:val="26"/>
        </w:rPr>
        <w:tab/>
      </w:r>
      <w:r w:rsidRPr="00030B6B">
        <w:rPr>
          <w:b/>
          <w:sz w:val="26"/>
        </w:rPr>
        <w:tab/>
      </w:r>
      <w:r w:rsidRPr="00030B6B">
        <w:rPr>
          <w:b/>
          <w:sz w:val="26"/>
        </w:rPr>
        <w:tab/>
        <w:t xml:space="preserve">                          </w:t>
      </w:r>
      <w:r>
        <w:rPr>
          <w:b/>
          <w:sz w:val="26"/>
        </w:rPr>
        <w:t xml:space="preserve">                                            № </w:t>
      </w:r>
    </w:p>
    <w:p w:rsidR="00880D4D" w:rsidRPr="00783BAC" w:rsidRDefault="00880D4D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880D4D" w:rsidRDefault="00880D4D" w:rsidP="00D501CC">
      <w:pPr>
        <w:pStyle w:val="NoSpacing"/>
        <w:ind w:firstLine="0"/>
        <w:rPr>
          <w:rFonts w:ascii="Times New Roman" w:hAnsi="Times New Roman"/>
          <w:sz w:val="26"/>
          <w:szCs w:val="26"/>
        </w:rPr>
      </w:pPr>
    </w:p>
    <w:p w:rsidR="00880D4D" w:rsidRDefault="00880D4D" w:rsidP="00D501CC">
      <w:pPr>
        <w:pStyle w:val="NoSpacing"/>
        <w:ind w:firstLine="0"/>
        <w:rPr>
          <w:rFonts w:ascii="Times New Roman" w:hAnsi="Times New Roman"/>
          <w:sz w:val="26"/>
          <w:szCs w:val="26"/>
        </w:rPr>
      </w:pPr>
    </w:p>
    <w:p w:rsidR="00880D4D" w:rsidRPr="00D501CC" w:rsidRDefault="00880D4D" w:rsidP="00D501CC">
      <w:pPr>
        <w:pStyle w:val="NoSpacing"/>
        <w:ind w:firstLine="0"/>
        <w:rPr>
          <w:rFonts w:ascii="Times New Roman" w:hAnsi="Times New Roman"/>
          <w:sz w:val="26"/>
          <w:szCs w:val="26"/>
        </w:rPr>
      </w:pPr>
    </w:p>
    <w:p w:rsidR="00880D4D" w:rsidRDefault="00880D4D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880D4D" w:rsidRDefault="00880D4D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880D4D" w:rsidRDefault="00880D4D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2017 года № 151 «О бюджете Гришковского</w:t>
      </w:r>
    </w:p>
    <w:p w:rsidR="00880D4D" w:rsidRDefault="00880D4D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2018 год»</w:t>
      </w:r>
    </w:p>
    <w:p w:rsidR="00880D4D" w:rsidRDefault="00880D4D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80D4D" w:rsidRDefault="00880D4D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80D4D" w:rsidRPr="00D501CC" w:rsidRDefault="00880D4D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80D4D" w:rsidRDefault="00880D4D" w:rsidP="00B45A8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880D4D" w:rsidRPr="00DB2C8C" w:rsidRDefault="00880D4D" w:rsidP="00B45A8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151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880D4D" w:rsidRDefault="00880D4D" w:rsidP="00B45A8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тексту – бюджет поселения) на 2018 год:</w:t>
      </w:r>
    </w:p>
    <w:p w:rsidR="00880D4D" w:rsidRPr="000F1992" w:rsidRDefault="00880D4D" w:rsidP="00B45A8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</w:t>
      </w:r>
      <w:r w:rsidRPr="000F1992">
        <w:rPr>
          <w:rFonts w:ascii="Times New Roman" w:hAnsi="Times New Roman"/>
          <w:sz w:val="28"/>
          <w:szCs w:val="28"/>
        </w:rPr>
        <w:t xml:space="preserve">доходов в сумме </w:t>
      </w:r>
      <w:r>
        <w:rPr>
          <w:rFonts w:ascii="Times New Roman" w:hAnsi="Times New Roman"/>
          <w:sz w:val="28"/>
          <w:szCs w:val="28"/>
        </w:rPr>
        <w:t>11999,4</w:t>
      </w:r>
      <w:r w:rsidRPr="000F1992">
        <w:rPr>
          <w:rFonts w:ascii="Times New Roman" w:hAnsi="Times New Roman"/>
          <w:sz w:val="28"/>
          <w:szCs w:val="28"/>
        </w:rPr>
        <w:t xml:space="preserve"> тыс. рублей;</w:t>
      </w:r>
    </w:p>
    <w:p w:rsidR="00880D4D" w:rsidRPr="008568E6" w:rsidRDefault="00880D4D" w:rsidP="00B45A8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0F199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16351,7</w:t>
      </w:r>
      <w:r w:rsidRPr="000F1992">
        <w:rPr>
          <w:rFonts w:ascii="Times New Roman" w:hAnsi="Times New Roman"/>
          <w:sz w:val="28"/>
          <w:szCs w:val="28"/>
        </w:rPr>
        <w:t xml:space="preserve"> тыс. рублей</w:t>
      </w:r>
      <w:r w:rsidRPr="008568E6">
        <w:rPr>
          <w:rFonts w:ascii="Times New Roman" w:hAnsi="Times New Roman"/>
          <w:sz w:val="28"/>
          <w:szCs w:val="28"/>
        </w:rPr>
        <w:t>;</w:t>
      </w:r>
    </w:p>
    <w:p w:rsidR="00880D4D" w:rsidRPr="008568E6" w:rsidRDefault="00880D4D" w:rsidP="00B45A8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Калининского </w:t>
      </w:r>
      <w:r w:rsidRPr="008568E6">
        <w:rPr>
          <w:rFonts w:ascii="Times New Roman" w:hAnsi="Times New Roman"/>
          <w:sz w:val="28"/>
          <w:szCs w:val="28"/>
        </w:rPr>
        <w:t xml:space="preserve">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</w:t>
      </w:r>
      <w:r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 w:rsidRPr="008568E6">
        <w:rPr>
          <w:rFonts w:ascii="Times New Roman" w:hAnsi="Times New Roman"/>
          <w:sz w:val="28"/>
          <w:szCs w:val="28"/>
        </w:rPr>
        <w:t>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880D4D" w:rsidRDefault="00880D4D" w:rsidP="00B45A8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4352,3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880D4D" w:rsidRPr="007E0F50" w:rsidRDefault="00880D4D" w:rsidP="007E0F5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  <w:sectPr w:rsidR="00880D4D" w:rsidRPr="007E0F50" w:rsidSect="001158BC">
          <w:headerReference w:type="even" r:id="rId7"/>
          <w:headerReference w:type="default" r:id="rId8"/>
          <w:pgSz w:w="11906" w:h="16838"/>
          <w:pgMar w:top="284" w:right="567" w:bottom="1134" w:left="1701" w:header="567" w:footer="567" w:gutter="0"/>
          <w:cols w:space="708"/>
          <w:titlePg/>
          <w:docGrid w:linePitch="360"/>
        </w:sectPr>
      </w:pPr>
      <w:r>
        <w:t>1.2</w:t>
      </w:r>
      <w:r w:rsidRPr="00743398">
        <w:t xml:space="preserve">. </w:t>
      </w:r>
      <w:r w:rsidRPr="007E0F50">
        <w:rPr>
          <w:rFonts w:ascii="Times New Roman" w:hAnsi="Times New Roman"/>
          <w:sz w:val="28"/>
          <w:szCs w:val="28"/>
        </w:rPr>
        <w:t>Приложение № 2 «Распределение доходов бюджета Гришковского сельского поселения по кодам видов (подвидов) на 2018 год» изложить в новой редакции (приложение № 1)</w:t>
      </w:r>
      <w:r>
        <w:rPr>
          <w:rFonts w:ascii="Times New Roman" w:hAnsi="Times New Roman"/>
          <w:sz w:val="28"/>
          <w:szCs w:val="28"/>
        </w:rPr>
        <w:t>.</w:t>
      </w:r>
    </w:p>
    <w:p w:rsidR="00880D4D" w:rsidRDefault="00880D4D" w:rsidP="00B45A8D">
      <w:pPr>
        <w:pStyle w:val="11"/>
        <w:ind w:firstLine="0"/>
        <w:jc w:val="both"/>
        <w:rPr>
          <w:rFonts w:ascii="Times New Roman" w:hAnsi="Times New Roman"/>
          <w:sz w:val="24"/>
          <w:szCs w:val="24"/>
        </w:rPr>
      </w:pPr>
    </w:p>
    <w:p w:rsidR="00880D4D" w:rsidRPr="002A70AA" w:rsidRDefault="00880D4D" w:rsidP="00B45A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>1.3. Приложение № 3 «</w:t>
      </w:r>
      <w:r w:rsidRPr="008B6648">
        <w:rPr>
          <w:bCs/>
          <w:szCs w:val="28"/>
        </w:rPr>
        <w:t>Безвозмездные поступления в составе доходов Гришковского сельского поселения из бюджетов бюджетной системы Российской Федерации в 2018 году</w:t>
      </w:r>
      <w:r>
        <w:rPr>
          <w:bCs/>
          <w:szCs w:val="28"/>
        </w:rPr>
        <w:t>»</w:t>
      </w:r>
      <w:r>
        <w:rPr>
          <w:szCs w:val="28"/>
        </w:rPr>
        <w:t xml:space="preserve"> изложить в новой редакции (приложение № 2).  </w:t>
      </w:r>
    </w:p>
    <w:p w:rsidR="00880D4D" w:rsidRPr="00743398" w:rsidRDefault="00880D4D" w:rsidP="00B45A8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r w:rsidRPr="00D70E5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4</w:t>
      </w:r>
      <w:r w:rsidRPr="00D70E57">
        <w:rPr>
          <w:rFonts w:ascii="Times New Roman" w:hAnsi="Times New Roman"/>
          <w:sz w:val="28"/>
          <w:szCs w:val="28"/>
        </w:rPr>
        <w:t xml:space="preserve"> «</w:t>
      </w:r>
      <w:r w:rsidRPr="00B45A8D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5A8D">
        <w:rPr>
          <w:rFonts w:ascii="Times New Roman" w:hAnsi="Times New Roman"/>
          <w:sz w:val="28"/>
          <w:szCs w:val="28"/>
        </w:rPr>
        <w:t>классификации расходов бюджетов на 2018 год</w:t>
      </w:r>
      <w:r w:rsidRPr="00D70E57">
        <w:rPr>
          <w:rFonts w:ascii="Times New Roman" w:hAnsi="Times New Roman"/>
          <w:sz w:val="28"/>
          <w:szCs w:val="28"/>
        </w:rPr>
        <w:t xml:space="preserve">» 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3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880D4D" w:rsidRDefault="00880D4D" w:rsidP="00B45A8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 Приложение № 5</w:t>
      </w:r>
      <w:r w:rsidRPr="00D70E57">
        <w:rPr>
          <w:rFonts w:ascii="Times New Roman" w:hAnsi="Times New Roman"/>
          <w:sz w:val="28"/>
          <w:szCs w:val="28"/>
        </w:rPr>
        <w:t xml:space="preserve"> «</w:t>
      </w:r>
      <w:r w:rsidRPr="00B45A8D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классификации расходов бюджетов на 2018 год</w:t>
      </w:r>
      <w:r w:rsidRPr="00D70E57">
        <w:rPr>
          <w:rFonts w:ascii="Times New Roman" w:hAnsi="Times New Roman"/>
          <w:sz w:val="28"/>
          <w:szCs w:val="28"/>
        </w:rPr>
        <w:t xml:space="preserve">» 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4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880D4D" w:rsidRDefault="00880D4D" w:rsidP="00B45A8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Приложение № 6 «</w:t>
      </w:r>
      <w:r w:rsidRPr="00B45A8D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 на 2018 год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5</w:t>
      </w:r>
      <w:r w:rsidRPr="00D70E57">
        <w:rPr>
          <w:rFonts w:ascii="Times New Roman" w:hAnsi="Times New Roman"/>
          <w:sz w:val="28"/>
          <w:szCs w:val="28"/>
        </w:rPr>
        <w:t>)</w:t>
      </w:r>
    </w:p>
    <w:p w:rsidR="00880D4D" w:rsidRDefault="00880D4D" w:rsidP="00B45A8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Приложение № 7 «</w:t>
      </w:r>
      <w:r w:rsidRPr="00B45A8D">
        <w:rPr>
          <w:rFonts w:ascii="Times New Roman" w:hAnsi="Times New Roman"/>
          <w:sz w:val="28"/>
          <w:szCs w:val="28"/>
        </w:rPr>
        <w:t>Источники внутреннего финансирования дефицита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5A8D">
        <w:rPr>
          <w:rFonts w:ascii="Times New Roman" w:hAnsi="Times New Roman"/>
          <w:sz w:val="28"/>
          <w:szCs w:val="28"/>
        </w:rPr>
        <w:t>бюджета Гришковского сельского поселения Калининского район</w:t>
      </w:r>
      <w:r>
        <w:rPr>
          <w:rFonts w:ascii="Times New Roman" w:hAnsi="Times New Roman"/>
          <w:sz w:val="28"/>
          <w:szCs w:val="28"/>
        </w:rPr>
        <w:t xml:space="preserve">а на 2018 год» </w:t>
      </w:r>
      <w:r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6</w:t>
      </w:r>
      <w:r w:rsidRPr="00D70E5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80D4D" w:rsidRDefault="00880D4D" w:rsidP="00B45A8D">
      <w:pPr>
        <w:pStyle w:val="BodyTextIndent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Опубликовать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880D4D" w:rsidRDefault="00880D4D" w:rsidP="00B45A8D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880D4D" w:rsidRDefault="00880D4D" w:rsidP="00B45A8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  момента его 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880D4D" w:rsidRDefault="00880D4D" w:rsidP="00B45A8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D4D" w:rsidRPr="008568E6" w:rsidRDefault="00880D4D" w:rsidP="00B45A8D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880D4D" w:rsidRPr="008568E6" w:rsidRDefault="00880D4D" w:rsidP="00B45A8D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В.А. Даценко</w:t>
      </w:r>
    </w:p>
    <w:p w:rsidR="00880D4D" w:rsidRDefault="00880D4D" w:rsidP="008568E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8568E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8568E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D70E57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8568E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8568E6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761306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D4D" w:rsidRDefault="00880D4D" w:rsidP="00B8717A">
      <w:pPr>
        <w:pStyle w:val="NoSpacing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880D4D" w:rsidRPr="006235D3" w:rsidTr="006235D3">
        <w:tc>
          <w:tcPr>
            <w:tcW w:w="9852" w:type="dxa"/>
            <w:gridSpan w:val="7"/>
          </w:tcPr>
          <w:p w:rsidR="00880D4D" w:rsidRDefault="00880D4D" w:rsidP="009E4BAF">
            <w:pPr>
              <w:pStyle w:val="NoSpacing"/>
              <w:ind w:firstLine="0"/>
              <w:jc w:val="left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  <w:p w:rsidR="00880D4D" w:rsidRPr="006235D3" w:rsidRDefault="00880D4D" w:rsidP="006235D3">
            <w:pPr>
              <w:pStyle w:val="NoSpacing"/>
              <w:rPr>
                <w:rStyle w:val="a3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3"/>
                <w:rFonts w:ascii="Times New Roman" w:hAnsi="Times New Roman"/>
                <w:sz w:val="28"/>
                <w:szCs w:val="28"/>
              </w:rPr>
              <w:t>ЛИСТСОГЛАСОВАНИЯ</w:t>
            </w:r>
          </w:p>
          <w:p w:rsidR="00880D4D" w:rsidRPr="006235D3" w:rsidRDefault="00880D4D" w:rsidP="006235D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880D4D" w:rsidRPr="006235D3" w:rsidTr="006235D3">
        <w:tc>
          <w:tcPr>
            <w:tcW w:w="4271" w:type="dxa"/>
          </w:tcPr>
          <w:p w:rsidR="00880D4D" w:rsidRPr="006235D3" w:rsidRDefault="00880D4D" w:rsidP="006235D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Калининского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</w:p>
        </w:tc>
        <w:tc>
          <w:tcPr>
            <w:tcW w:w="2100" w:type="dxa"/>
            <w:gridSpan w:val="2"/>
          </w:tcPr>
          <w:p w:rsidR="00880D4D" w:rsidRPr="006235D3" w:rsidRDefault="00880D4D" w:rsidP="006235D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880D4D" w:rsidRPr="006235D3" w:rsidRDefault="00880D4D" w:rsidP="006235D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880D4D" w:rsidRPr="006235D3" w:rsidRDefault="00880D4D" w:rsidP="006235D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80D4D" w:rsidRPr="006235D3" w:rsidRDefault="00880D4D" w:rsidP="006235D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0D4D" w:rsidRPr="006235D3" w:rsidTr="006235D3">
        <w:tc>
          <w:tcPr>
            <w:tcW w:w="9852" w:type="dxa"/>
            <w:gridSpan w:val="7"/>
          </w:tcPr>
          <w:p w:rsidR="00880D4D" w:rsidRPr="006235D3" w:rsidRDefault="00880D4D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880D4D" w:rsidRPr="006235D3" w:rsidRDefault="00880D4D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880D4D" w:rsidRPr="006235D3" w:rsidRDefault="00880D4D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151 «О бюджете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Гришковского</w:t>
            </w:r>
          </w:p>
          <w:p w:rsidR="00880D4D" w:rsidRPr="006235D3" w:rsidRDefault="00880D4D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сельского поселения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Калининского района на 2017 год»</w:t>
            </w:r>
          </w:p>
          <w:p w:rsidR="00880D4D" w:rsidRPr="006235D3" w:rsidRDefault="00880D4D" w:rsidP="00CA4767">
            <w:pPr>
              <w:pStyle w:val="NoSpacing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0D4D" w:rsidRPr="006235D3" w:rsidTr="006235D3">
        <w:tc>
          <w:tcPr>
            <w:tcW w:w="4831" w:type="dxa"/>
            <w:gridSpan w:val="2"/>
          </w:tcPr>
          <w:p w:rsidR="00880D4D" w:rsidRPr="006235D3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:rsidR="00880D4D" w:rsidRPr="006235D3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880D4D" w:rsidRPr="006235D3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880D4D" w:rsidRPr="006235D3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6235D3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6235D3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880D4D" w:rsidRPr="006235D3" w:rsidTr="006235D3">
        <w:tc>
          <w:tcPr>
            <w:tcW w:w="4831" w:type="dxa"/>
            <w:gridSpan w:val="2"/>
          </w:tcPr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</w:t>
            </w: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094857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 xml:space="preserve"> Т.Р. </w:t>
            </w:r>
            <w:r>
              <w:rPr>
                <w:rFonts w:ascii="Times New Roman" w:hAnsi="Times New Roman"/>
                <w:sz w:val="28"/>
                <w:szCs w:val="28"/>
              </w:rPr>
              <w:t>Синчило</w:t>
            </w:r>
          </w:p>
        </w:tc>
      </w:tr>
      <w:tr w:rsidR="00880D4D" w:rsidRPr="006235D3" w:rsidTr="006235D3">
        <w:tc>
          <w:tcPr>
            <w:tcW w:w="4831" w:type="dxa"/>
            <w:gridSpan w:val="2"/>
          </w:tcPr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80D4D" w:rsidRPr="000B6B3D" w:rsidRDefault="00880D4D" w:rsidP="006235D3">
            <w:pPr>
              <w:pStyle w:val="NoSpacing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B3D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880D4D" w:rsidRPr="006235D3" w:rsidRDefault="00880D4D" w:rsidP="006235D3">
      <w:pPr>
        <w:pStyle w:val="NoSpacing"/>
        <w:jc w:val="left"/>
        <w:rPr>
          <w:rFonts w:ascii="Times New Roman" w:hAnsi="Times New Roman"/>
          <w:sz w:val="28"/>
          <w:szCs w:val="28"/>
        </w:rPr>
      </w:pPr>
    </w:p>
    <w:p w:rsidR="00880D4D" w:rsidRPr="006235D3" w:rsidRDefault="00880D4D" w:rsidP="006235D3">
      <w:pPr>
        <w:pStyle w:val="NoSpacing"/>
        <w:jc w:val="left"/>
        <w:rPr>
          <w:rFonts w:ascii="Times New Roman" w:hAnsi="Times New Roman"/>
          <w:sz w:val="28"/>
          <w:szCs w:val="28"/>
        </w:rPr>
      </w:pPr>
    </w:p>
    <w:p w:rsidR="00880D4D" w:rsidRPr="006235D3" w:rsidRDefault="00880D4D" w:rsidP="006235D3">
      <w:pPr>
        <w:pStyle w:val="NoSpacing"/>
        <w:jc w:val="left"/>
        <w:rPr>
          <w:rFonts w:ascii="Times New Roman" w:hAnsi="Times New Roman"/>
          <w:sz w:val="28"/>
          <w:szCs w:val="28"/>
        </w:rPr>
      </w:pPr>
    </w:p>
    <w:p w:rsidR="00880D4D" w:rsidRPr="006235D3" w:rsidRDefault="00880D4D" w:rsidP="006235D3">
      <w:pPr>
        <w:pStyle w:val="NoSpacing"/>
        <w:jc w:val="left"/>
        <w:rPr>
          <w:rFonts w:ascii="Times New Roman" w:hAnsi="Times New Roman"/>
          <w:sz w:val="28"/>
          <w:szCs w:val="28"/>
        </w:rPr>
      </w:pPr>
    </w:p>
    <w:sectPr w:rsidR="00880D4D" w:rsidRPr="006235D3" w:rsidSect="000F1992">
      <w:pgSz w:w="11906" w:h="16838"/>
      <w:pgMar w:top="113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D4D" w:rsidRDefault="00880D4D">
      <w:r>
        <w:separator/>
      </w:r>
    </w:p>
  </w:endnote>
  <w:endnote w:type="continuationSeparator" w:id="0">
    <w:p w:rsidR="00880D4D" w:rsidRDefault="00880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D4D" w:rsidRDefault="00880D4D">
      <w:r>
        <w:separator/>
      </w:r>
    </w:p>
  </w:footnote>
  <w:footnote w:type="continuationSeparator" w:id="0">
    <w:p w:rsidR="00880D4D" w:rsidRDefault="00880D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4D" w:rsidRDefault="00880D4D" w:rsidP="00C7205C">
    <w:pPr>
      <w:pStyle w:val="Header"/>
      <w:framePr w:wrap="around" w:vAnchor="text" w:hAnchor="margin" w:xAlign="center" w:y="1"/>
      <w:rPr>
        <w:rStyle w:val="PageNumber"/>
        <w:szCs w:val="28"/>
      </w:rPr>
    </w:pPr>
    <w:r>
      <w:rPr>
        <w:rStyle w:val="PageNumber"/>
        <w:szCs w:val="28"/>
      </w:rPr>
      <w:fldChar w:fldCharType="begin"/>
    </w:r>
    <w:r>
      <w:rPr>
        <w:rStyle w:val="PageNumber"/>
        <w:szCs w:val="28"/>
      </w:rPr>
      <w:instrText xml:space="preserve">PAGE  </w:instrText>
    </w:r>
    <w:r>
      <w:rPr>
        <w:rStyle w:val="PageNumber"/>
        <w:szCs w:val="28"/>
      </w:rPr>
      <w:fldChar w:fldCharType="separate"/>
    </w:r>
    <w:r>
      <w:rPr>
        <w:rStyle w:val="PageNumber"/>
        <w:noProof/>
        <w:szCs w:val="28"/>
      </w:rPr>
      <w:t>9</w:t>
    </w:r>
    <w:r>
      <w:rPr>
        <w:rStyle w:val="PageNumber"/>
        <w:szCs w:val="28"/>
      </w:rPr>
      <w:fldChar w:fldCharType="end"/>
    </w:r>
  </w:p>
  <w:p w:rsidR="00880D4D" w:rsidRDefault="00880D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4D" w:rsidRDefault="00880D4D" w:rsidP="00CC12D6">
    <w:pPr>
      <w:pStyle w:val="Header"/>
      <w:framePr w:wrap="around" w:vAnchor="text" w:hAnchor="margin" w:xAlign="center" w:y="1"/>
      <w:rPr>
        <w:rStyle w:val="PageNumber"/>
        <w:szCs w:val="28"/>
      </w:rPr>
    </w:pPr>
    <w:r>
      <w:rPr>
        <w:rStyle w:val="PageNumber"/>
        <w:szCs w:val="28"/>
      </w:rPr>
      <w:fldChar w:fldCharType="begin"/>
    </w:r>
    <w:r>
      <w:rPr>
        <w:rStyle w:val="PageNumber"/>
        <w:szCs w:val="28"/>
      </w:rPr>
      <w:instrText xml:space="preserve">PAGE  </w:instrText>
    </w:r>
    <w:r>
      <w:rPr>
        <w:rStyle w:val="PageNumber"/>
        <w:szCs w:val="28"/>
      </w:rPr>
      <w:fldChar w:fldCharType="separate"/>
    </w:r>
    <w:r>
      <w:rPr>
        <w:rStyle w:val="PageNumber"/>
        <w:noProof/>
        <w:szCs w:val="28"/>
      </w:rPr>
      <w:t>3</w:t>
    </w:r>
    <w:r>
      <w:rPr>
        <w:rStyle w:val="PageNumber"/>
        <w:szCs w:val="28"/>
      </w:rPr>
      <w:fldChar w:fldCharType="end"/>
    </w:r>
  </w:p>
  <w:p w:rsidR="00880D4D" w:rsidRDefault="00880D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0910"/>
    <w:rsid w:val="00003FA8"/>
    <w:rsid w:val="00006B4C"/>
    <w:rsid w:val="0000701C"/>
    <w:rsid w:val="000129E5"/>
    <w:rsid w:val="0001426F"/>
    <w:rsid w:val="00014995"/>
    <w:rsid w:val="00015FB4"/>
    <w:rsid w:val="00016FB9"/>
    <w:rsid w:val="00023464"/>
    <w:rsid w:val="000259DE"/>
    <w:rsid w:val="00026580"/>
    <w:rsid w:val="00026775"/>
    <w:rsid w:val="00030B6B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754CC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F31"/>
    <w:rsid w:val="000A782B"/>
    <w:rsid w:val="000B2209"/>
    <w:rsid w:val="000B27E6"/>
    <w:rsid w:val="000B3826"/>
    <w:rsid w:val="000B6B3D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33D5"/>
    <w:rsid w:val="00113DB7"/>
    <w:rsid w:val="001158BC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566C"/>
    <w:rsid w:val="002576C4"/>
    <w:rsid w:val="00260419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3F6D"/>
    <w:rsid w:val="002E4013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23C3"/>
    <w:rsid w:val="00353782"/>
    <w:rsid w:val="00360CEB"/>
    <w:rsid w:val="00363B2D"/>
    <w:rsid w:val="00364231"/>
    <w:rsid w:val="00367901"/>
    <w:rsid w:val="003737D2"/>
    <w:rsid w:val="00376026"/>
    <w:rsid w:val="00381565"/>
    <w:rsid w:val="003861C9"/>
    <w:rsid w:val="00390B12"/>
    <w:rsid w:val="003917C0"/>
    <w:rsid w:val="0039396D"/>
    <w:rsid w:val="00396C29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D3B65"/>
    <w:rsid w:val="003E2F57"/>
    <w:rsid w:val="003E42DE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7E1"/>
    <w:rsid w:val="00465C8D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5675E"/>
    <w:rsid w:val="005617F3"/>
    <w:rsid w:val="00563921"/>
    <w:rsid w:val="00564F20"/>
    <w:rsid w:val="00565C91"/>
    <w:rsid w:val="00567871"/>
    <w:rsid w:val="00570124"/>
    <w:rsid w:val="005705BE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0B84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2B86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8051C3"/>
    <w:rsid w:val="00805EDC"/>
    <w:rsid w:val="0080647D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A66"/>
    <w:rsid w:val="008746AD"/>
    <w:rsid w:val="00880D4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A73"/>
    <w:rsid w:val="009121D4"/>
    <w:rsid w:val="00916AE3"/>
    <w:rsid w:val="00917989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47D75"/>
    <w:rsid w:val="00A47F63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6FE3"/>
    <w:rsid w:val="00AF7025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A4CD9"/>
    <w:rsid w:val="00BA5905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38BA"/>
    <w:rsid w:val="00BF5E0D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2EB2"/>
    <w:rsid w:val="00C33944"/>
    <w:rsid w:val="00C339B8"/>
    <w:rsid w:val="00C4357A"/>
    <w:rsid w:val="00C43E3A"/>
    <w:rsid w:val="00C450EE"/>
    <w:rsid w:val="00C47563"/>
    <w:rsid w:val="00C5106D"/>
    <w:rsid w:val="00C54C56"/>
    <w:rsid w:val="00C54E1D"/>
    <w:rsid w:val="00C55E67"/>
    <w:rsid w:val="00C5753B"/>
    <w:rsid w:val="00C63999"/>
    <w:rsid w:val="00C64F9C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2CB8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5390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7761"/>
    <w:rsid w:val="00E62E05"/>
    <w:rsid w:val="00E64E50"/>
    <w:rsid w:val="00E65D3F"/>
    <w:rsid w:val="00E66B42"/>
    <w:rsid w:val="00E724E4"/>
    <w:rsid w:val="00E80F1D"/>
    <w:rsid w:val="00E84252"/>
    <w:rsid w:val="00E8462E"/>
    <w:rsid w:val="00E90E84"/>
    <w:rsid w:val="00E93EEB"/>
    <w:rsid w:val="00E97D9D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2258"/>
    <w:rsid w:val="00EF7316"/>
    <w:rsid w:val="00F02082"/>
    <w:rsid w:val="00F0421B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D03B7"/>
    <w:rsid w:val="00FD33AB"/>
    <w:rsid w:val="00FD5054"/>
    <w:rsid w:val="00FE0AE9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02A"/>
    <w:rPr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538F"/>
    <w:rPr>
      <w:rFonts w:cs="Times New Roman"/>
      <w:b/>
      <w:caps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538F"/>
    <w:rPr>
      <w:rFonts w:cs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List2">
    <w:name w:val="List 2"/>
    <w:basedOn w:val="Normal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BodyTextIndent">
    <w:name w:val="Body Text Indent"/>
    <w:basedOn w:val="Normal"/>
    <w:link w:val="BodyTextIndentChar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0C30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6A09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E42F1"/>
    <w:rPr>
      <w:rFonts w:ascii="Courier New" w:hAnsi="Courier New" w:cs="Times New Roman"/>
    </w:rPr>
  </w:style>
  <w:style w:type="paragraph" w:customStyle="1" w:styleId="a">
    <w:name w:val="обычный_"/>
    <w:basedOn w:val="Normal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PageNumber">
    <w:name w:val="page number"/>
    <w:basedOn w:val="DefaultParagraphFont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Hyperlink">
    <w:name w:val="Hyperlink"/>
    <w:basedOn w:val="DefaultParagraphFont"/>
    <w:uiPriority w:val="99"/>
    <w:rsid w:val="006A09F2"/>
    <w:rPr>
      <w:rFonts w:cs="Times New Roman"/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C538F"/>
    <w:rPr>
      <w:rFonts w:cs="Times New Roman"/>
      <w:sz w:val="24"/>
    </w:rPr>
  </w:style>
  <w:style w:type="paragraph" w:customStyle="1" w:styleId="a0">
    <w:name w:val="Знак"/>
    <w:basedOn w:val="Normal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9535A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0">
    <w:name w:val="Знак1"/>
    <w:basedOn w:val="Normal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FollowedHyperlink">
    <w:name w:val="FollowedHyperlink"/>
    <w:basedOn w:val="DefaultParagraphFont"/>
    <w:uiPriority w:val="99"/>
    <w:rsid w:val="0067559C"/>
    <w:rPr>
      <w:rFonts w:cs="Times New Roman"/>
      <w:color w:val="800080"/>
      <w:u w:val="single"/>
    </w:rPr>
  </w:style>
  <w:style w:type="paragraph" w:styleId="NoSpacing">
    <w:name w:val="No Spacing"/>
    <w:link w:val="NoSpacingChar1"/>
    <w:uiPriority w:val="99"/>
    <w:qFormat/>
    <w:rsid w:val="006460B7"/>
    <w:pPr>
      <w:ind w:firstLine="851"/>
      <w:jc w:val="center"/>
    </w:pPr>
    <w:rPr>
      <w:rFonts w:ascii="Calibri" w:hAnsi="Calibri"/>
      <w:lang w:eastAsia="en-US"/>
    </w:rPr>
  </w:style>
  <w:style w:type="paragraph" w:customStyle="1" w:styleId="a1">
    <w:name w:val="Нормальный (таблица)"/>
    <w:basedOn w:val="Normal"/>
    <w:next w:val="Normal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lang w:eastAsia="en-US"/>
    </w:rPr>
  </w:style>
  <w:style w:type="paragraph" w:customStyle="1" w:styleId="a2">
    <w:name w:val="Прижатый влево"/>
    <w:basedOn w:val="Normal"/>
    <w:next w:val="Normal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1"/>
    <w:uiPriority w:val="99"/>
    <w:locked/>
    <w:rsid w:val="00587858"/>
    <w:rPr>
      <w:rFonts w:ascii="Calibri" w:hAnsi="Calibri"/>
      <w:sz w:val="22"/>
      <w:lang w:val="ru-RU" w:eastAsia="en-US"/>
    </w:rPr>
  </w:style>
  <w:style w:type="character" w:customStyle="1" w:styleId="a3">
    <w:name w:val="Цветовое выделение"/>
    <w:uiPriority w:val="99"/>
    <w:rsid w:val="00587858"/>
    <w:rPr>
      <w:b/>
      <w:color w:val="26282F"/>
    </w:rPr>
  </w:style>
  <w:style w:type="character" w:customStyle="1" w:styleId="NoSpacingChar1">
    <w:name w:val="No Spacing Char1"/>
    <w:link w:val="NoSpacing"/>
    <w:uiPriority w:val="99"/>
    <w:locked/>
    <w:rsid w:val="006922F5"/>
    <w:rPr>
      <w:rFonts w:ascii="Calibri" w:hAnsi="Calibri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3</Pages>
  <Words>595</Words>
  <Characters>3395</Characters>
  <Application>Microsoft Office Outlook</Application>
  <DocSecurity>0</DocSecurity>
  <Lines>0</Lines>
  <Paragraphs>0</Paragraphs>
  <ScaleCrop>false</ScaleCrop>
  <Company>ФУ ДФБК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ФО</cp:lastModifiedBy>
  <cp:revision>47</cp:revision>
  <cp:lastPrinted>2018-11-12T05:55:00Z</cp:lastPrinted>
  <dcterms:created xsi:type="dcterms:W3CDTF">2018-02-19T12:33:00Z</dcterms:created>
  <dcterms:modified xsi:type="dcterms:W3CDTF">2018-12-11T11:15:00Z</dcterms:modified>
</cp:coreProperties>
</file>