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807" w:rsidRPr="00970A5C" w:rsidRDefault="00245807" w:rsidP="007C2CE5">
      <w:pPr>
        <w:ind w:left="720" w:hanging="720"/>
        <w:jc w:val="center"/>
        <w:rPr>
          <w:b/>
          <w:sz w:val="28"/>
          <w:szCs w:val="28"/>
        </w:rPr>
      </w:pPr>
      <w:r w:rsidRPr="00970A5C">
        <w:rPr>
          <w:b/>
          <w:sz w:val="28"/>
          <w:szCs w:val="28"/>
        </w:rPr>
        <w:t>Пояснительная записка</w:t>
      </w:r>
    </w:p>
    <w:p w:rsidR="00245807" w:rsidRPr="00970A5C" w:rsidRDefault="00245807" w:rsidP="007C2C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</w:t>
      </w:r>
      <w:r w:rsidRPr="00970A5C">
        <w:rPr>
          <w:b/>
          <w:sz w:val="28"/>
          <w:szCs w:val="28"/>
        </w:rPr>
        <w:t>Совета Гришковского</w:t>
      </w:r>
      <w:r>
        <w:rPr>
          <w:b/>
          <w:sz w:val="28"/>
          <w:szCs w:val="28"/>
        </w:rPr>
        <w:t xml:space="preserve"> </w:t>
      </w:r>
      <w:r w:rsidRPr="00970A5C">
        <w:rPr>
          <w:b/>
          <w:sz w:val="28"/>
          <w:szCs w:val="28"/>
        </w:rPr>
        <w:t>сельского поселени</w:t>
      </w:r>
      <w:r>
        <w:rPr>
          <w:b/>
          <w:sz w:val="28"/>
          <w:szCs w:val="28"/>
        </w:rPr>
        <w:t xml:space="preserve">я  Калининского </w:t>
      </w:r>
      <w:r w:rsidRPr="00970A5C">
        <w:rPr>
          <w:b/>
          <w:sz w:val="28"/>
          <w:szCs w:val="28"/>
        </w:rPr>
        <w:t>района</w:t>
      </w:r>
      <w:r>
        <w:rPr>
          <w:b/>
          <w:sz w:val="28"/>
          <w:szCs w:val="28"/>
        </w:rPr>
        <w:t xml:space="preserve"> « О</w:t>
      </w:r>
      <w:r w:rsidRPr="00970A5C">
        <w:rPr>
          <w:b/>
          <w:sz w:val="28"/>
          <w:szCs w:val="28"/>
        </w:rPr>
        <w:t xml:space="preserve"> внесении изменений в решение Совета Гришковского сельского поселения Калининского района</w:t>
      </w:r>
      <w:r>
        <w:rPr>
          <w:b/>
          <w:sz w:val="28"/>
          <w:szCs w:val="28"/>
        </w:rPr>
        <w:t xml:space="preserve"> от 21 декабря 2016 года №99</w:t>
      </w:r>
      <w:r w:rsidRPr="00970A5C">
        <w:rPr>
          <w:b/>
          <w:sz w:val="28"/>
          <w:szCs w:val="28"/>
        </w:rPr>
        <w:t xml:space="preserve"> «О бюджете Гришковского сельского поселения Калининского района  на 201</w:t>
      </w:r>
      <w:r>
        <w:rPr>
          <w:b/>
          <w:sz w:val="28"/>
          <w:szCs w:val="28"/>
        </w:rPr>
        <w:t>7</w:t>
      </w:r>
      <w:r w:rsidRPr="00970A5C">
        <w:rPr>
          <w:b/>
          <w:sz w:val="28"/>
          <w:szCs w:val="28"/>
        </w:rPr>
        <w:t xml:space="preserve"> год»</w:t>
      </w:r>
      <w:r>
        <w:rPr>
          <w:b/>
          <w:sz w:val="28"/>
          <w:szCs w:val="28"/>
        </w:rPr>
        <w:t xml:space="preserve"> по итогам исполнения бюджета за июнь 2017 года.</w:t>
      </w:r>
    </w:p>
    <w:p w:rsidR="00245807" w:rsidRDefault="00245807" w:rsidP="007C2CE5">
      <w:pPr>
        <w:jc w:val="center"/>
        <w:rPr>
          <w:sz w:val="28"/>
          <w:szCs w:val="28"/>
        </w:rPr>
      </w:pPr>
    </w:p>
    <w:p w:rsidR="00245807" w:rsidRDefault="00245807" w:rsidP="00E74734">
      <w:pPr>
        <w:jc w:val="both"/>
        <w:rPr>
          <w:sz w:val="28"/>
          <w:szCs w:val="28"/>
        </w:rPr>
      </w:pPr>
    </w:p>
    <w:p w:rsidR="00245807" w:rsidRDefault="00245807" w:rsidP="00F86A33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исполнения бюджета Гришковского сельского поселения Калининского района за июнь 2017 года необходимо внести следующие изменения:</w:t>
      </w:r>
    </w:p>
    <w:p w:rsidR="00245807" w:rsidRDefault="00245807" w:rsidP="00AB2D4F">
      <w:pPr>
        <w:rPr>
          <w:sz w:val="28"/>
          <w:szCs w:val="28"/>
        </w:rPr>
      </w:pPr>
    </w:p>
    <w:p w:rsidR="00245807" w:rsidRDefault="00245807" w:rsidP="00FF0724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Заключением </w:t>
      </w:r>
      <w:r w:rsidRPr="00FF0724">
        <w:rPr>
          <w:sz w:val="28"/>
          <w:szCs w:val="28"/>
        </w:rPr>
        <w:t>Контрольно-счетной палаты муниципального образования Калининский район на проект решения Совета Гришковского сельского поселения  Калининского района «О внесении изменений  в решение Совета Гришковского сельского поселения от 21 декабря 2016 года №99 «О бюджете Гришковского сельского поселения Калининского района на 2017 год»</w:t>
      </w:r>
      <w:r>
        <w:rPr>
          <w:sz w:val="28"/>
          <w:szCs w:val="28"/>
        </w:rPr>
        <w:t xml:space="preserve"> от </w:t>
      </w:r>
      <w:r w:rsidRPr="00FF0724">
        <w:rPr>
          <w:sz w:val="28"/>
          <w:szCs w:val="28"/>
        </w:rPr>
        <w:t>2</w:t>
      </w:r>
      <w:r>
        <w:rPr>
          <w:sz w:val="28"/>
          <w:szCs w:val="28"/>
        </w:rPr>
        <w:t xml:space="preserve">6 мая 2017 </w:t>
      </w:r>
      <w:r w:rsidRPr="00BD6B55">
        <w:rPr>
          <w:sz w:val="28"/>
          <w:szCs w:val="28"/>
        </w:rPr>
        <w:t>года</w:t>
      </w:r>
      <w:r>
        <w:rPr>
          <w:sz w:val="28"/>
          <w:szCs w:val="28"/>
        </w:rPr>
        <w:t xml:space="preserve"> в расходную часть внести исправления:</w:t>
      </w:r>
    </w:p>
    <w:p w:rsidR="00245807" w:rsidRDefault="00245807" w:rsidP="00AB2D4F">
      <w:pPr>
        <w:rPr>
          <w:sz w:val="28"/>
          <w:szCs w:val="28"/>
        </w:rPr>
      </w:pP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приложении №3 убрана строка </w:t>
      </w:r>
      <w:r w:rsidRPr="00FF0724">
        <w:rPr>
          <w:sz w:val="28"/>
          <w:szCs w:val="28"/>
        </w:rPr>
        <w:t xml:space="preserve">2 02 35118 00 0000 151 </w:t>
      </w:r>
      <w:r w:rsidRPr="006B775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F0724">
        <w:rPr>
          <w:sz w:val="28"/>
          <w:szCs w:val="28"/>
        </w:rPr>
        <w:t>Субвенции бюджетам на осуществление  первичного воинского учета на территориях, где отсутствуют военные комиссариаты</w:t>
      </w:r>
      <w:r>
        <w:rPr>
          <w:sz w:val="28"/>
          <w:szCs w:val="28"/>
        </w:rPr>
        <w:t>;</w:t>
      </w: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>в приложении №4 исправлены названия у строк разделов 0100 и 0502 на «</w:t>
      </w:r>
      <w:r w:rsidRPr="006B7758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 и «</w:t>
      </w:r>
      <w:r w:rsidRPr="006B7758">
        <w:rPr>
          <w:sz w:val="28"/>
          <w:szCs w:val="28"/>
        </w:rPr>
        <w:t>Жилищно – коммунальное хозяйство</w:t>
      </w:r>
      <w:r>
        <w:rPr>
          <w:sz w:val="28"/>
          <w:szCs w:val="28"/>
        </w:rPr>
        <w:t>» соответственно;</w:t>
      </w:r>
    </w:p>
    <w:p w:rsidR="00245807" w:rsidRDefault="00245807" w:rsidP="00261C34">
      <w:pPr>
        <w:rPr>
          <w:sz w:val="28"/>
          <w:szCs w:val="28"/>
        </w:rPr>
      </w:pPr>
      <w:r>
        <w:rPr>
          <w:sz w:val="28"/>
          <w:szCs w:val="28"/>
        </w:rPr>
        <w:t xml:space="preserve">в раздел 0409 – </w:t>
      </w:r>
      <w:r w:rsidRPr="006B7758">
        <w:rPr>
          <w:sz w:val="28"/>
          <w:szCs w:val="28"/>
        </w:rPr>
        <w:t>Дорожное хозяйство(дорожные фонды)</w:t>
      </w:r>
      <w:r>
        <w:rPr>
          <w:sz w:val="28"/>
          <w:szCs w:val="28"/>
        </w:rPr>
        <w:t xml:space="preserve"> добавлен </w:t>
      </w:r>
      <w:r w:rsidRPr="00776D2F">
        <w:rPr>
          <w:sz w:val="28"/>
          <w:szCs w:val="28"/>
        </w:rPr>
        <w:t>остаток дорожного фонда 2016 года в</w:t>
      </w:r>
      <w:r>
        <w:rPr>
          <w:sz w:val="28"/>
          <w:szCs w:val="28"/>
        </w:rPr>
        <w:t xml:space="preserve"> сумме 272,1 тыс. рублей. Общая сумма раздела 0409 – </w:t>
      </w:r>
      <w:r w:rsidRPr="006B7758">
        <w:rPr>
          <w:sz w:val="28"/>
          <w:szCs w:val="28"/>
        </w:rPr>
        <w:t>Дорожное хозяйство(дорожные фонды)</w:t>
      </w:r>
      <w:r>
        <w:rPr>
          <w:sz w:val="28"/>
          <w:szCs w:val="28"/>
        </w:rPr>
        <w:t xml:space="preserve"> составляет </w:t>
      </w:r>
      <w:r w:rsidRPr="006B7758">
        <w:rPr>
          <w:sz w:val="28"/>
          <w:szCs w:val="28"/>
        </w:rPr>
        <w:t>1360,6</w:t>
      </w:r>
      <w:r>
        <w:rPr>
          <w:sz w:val="28"/>
          <w:szCs w:val="28"/>
        </w:rPr>
        <w:t xml:space="preserve"> </w:t>
      </w:r>
      <w:r w:rsidRPr="00261C34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рублей.</w:t>
      </w:r>
    </w:p>
    <w:p w:rsidR="00245807" w:rsidRPr="00F17269" w:rsidRDefault="00245807" w:rsidP="00ED76CB">
      <w:pPr>
        <w:ind w:left="900"/>
        <w:jc w:val="both"/>
        <w:rPr>
          <w:sz w:val="28"/>
          <w:szCs w:val="28"/>
        </w:rPr>
      </w:pPr>
    </w:p>
    <w:p w:rsidR="00245807" w:rsidRPr="00926BF7" w:rsidRDefault="00245807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доходов в сумме </w:t>
      </w:r>
      <w:r w:rsidRPr="00641671">
        <w:rPr>
          <w:rFonts w:ascii="Times New Roman" w:hAnsi="Times New Roman"/>
          <w:sz w:val="28"/>
          <w:szCs w:val="28"/>
        </w:rPr>
        <w:t>9326,8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245807" w:rsidRPr="00926BF7" w:rsidRDefault="00245807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Общий объем расходов в </w:t>
      </w:r>
      <w:r w:rsidRPr="00641671">
        <w:rPr>
          <w:rFonts w:ascii="Times New Roman" w:hAnsi="Times New Roman"/>
          <w:sz w:val="28"/>
          <w:szCs w:val="28"/>
        </w:rPr>
        <w:t>сумме 10</w:t>
      </w:r>
      <w:r>
        <w:rPr>
          <w:rFonts w:ascii="Times New Roman" w:hAnsi="Times New Roman"/>
          <w:sz w:val="28"/>
          <w:szCs w:val="28"/>
        </w:rPr>
        <w:t>405,3</w:t>
      </w:r>
      <w:r w:rsidRPr="00926BF7">
        <w:rPr>
          <w:rFonts w:ascii="Times New Roman" w:hAnsi="Times New Roman"/>
          <w:sz w:val="28"/>
          <w:szCs w:val="28"/>
        </w:rPr>
        <w:t xml:space="preserve"> тыс. рублей;</w:t>
      </w:r>
    </w:p>
    <w:p w:rsidR="00245807" w:rsidRPr="00872873" w:rsidRDefault="00245807" w:rsidP="00926BF7">
      <w:pPr>
        <w:pStyle w:val="NoSpacing"/>
        <w:numPr>
          <w:ilvl w:val="1"/>
          <w:numId w:val="10"/>
        </w:numPr>
        <w:tabs>
          <w:tab w:val="clear" w:pos="2149"/>
          <w:tab w:val="num" w:pos="0"/>
        </w:tabs>
        <w:ind w:left="0" w:firstLine="900"/>
        <w:jc w:val="both"/>
        <w:rPr>
          <w:rFonts w:ascii="Times New Roman" w:hAnsi="Times New Roman"/>
          <w:sz w:val="28"/>
          <w:szCs w:val="28"/>
        </w:rPr>
      </w:pPr>
      <w:r w:rsidRPr="00926BF7">
        <w:rPr>
          <w:rFonts w:ascii="Times New Roman" w:hAnsi="Times New Roman"/>
          <w:sz w:val="28"/>
          <w:szCs w:val="28"/>
        </w:rPr>
        <w:t xml:space="preserve">Дефицит бюджета поселения составляет </w:t>
      </w:r>
      <w:r>
        <w:rPr>
          <w:rFonts w:ascii="Times New Roman" w:hAnsi="Times New Roman"/>
          <w:sz w:val="28"/>
          <w:szCs w:val="28"/>
        </w:rPr>
        <w:t xml:space="preserve">1078,5 </w:t>
      </w:r>
      <w:r w:rsidRPr="00926BF7">
        <w:rPr>
          <w:rFonts w:ascii="Times New Roman" w:hAnsi="Times New Roman"/>
          <w:sz w:val="28"/>
          <w:szCs w:val="28"/>
        </w:rPr>
        <w:t>тыс. рублей. (Дефицит бюджета образовался за счет распределения остатка денежных средств на 01.01.2017г.)</w:t>
      </w:r>
      <w:r>
        <w:rPr>
          <w:rFonts w:ascii="Times New Roman" w:hAnsi="Times New Roman"/>
          <w:sz w:val="28"/>
          <w:szCs w:val="28"/>
        </w:rPr>
        <w:t>.</w:t>
      </w:r>
    </w:p>
    <w:p w:rsidR="00245807" w:rsidRDefault="00245807" w:rsidP="00926BF7">
      <w:pPr>
        <w:ind w:firstLine="900"/>
        <w:jc w:val="both"/>
        <w:rPr>
          <w:bCs/>
          <w:sz w:val="28"/>
          <w:szCs w:val="28"/>
        </w:rPr>
      </w:pPr>
    </w:p>
    <w:p w:rsidR="00245807" w:rsidRDefault="00245807" w:rsidP="00926BF7">
      <w:pPr>
        <w:ind w:firstLine="900"/>
        <w:jc w:val="both"/>
        <w:rPr>
          <w:bCs/>
          <w:sz w:val="28"/>
          <w:szCs w:val="28"/>
        </w:rPr>
      </w:pPr>
      <w:bookmarkStart w:id="0" w:name="_GoBack"/>
      <w:bookmarkEnd w:id="0"/>
    </w:p>
    <w:p w:rsidR="00245807" w:rsidRPr="00926BF7" w:rsidRDefault="00245807" w:rsidP="00926BF7">
      <w:pPr>
        <w:ind w:firstLine="900"/>
        <w:jc w:val="both"/>
        <w:rPr>
          <w:bCs/>
          <w:sz w:val="28"/>
          <w:szCs w:val="28"/>
        </w:rPr>
      </w:pPr>
    </w:p>
    <w:p w:rsidR="00245807" w:rsidRPr="00130DA0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Начальник финансового отдела</w:t>
      </w:r>
    </w:p>
    <w:p w:rsidR="00245807" w:rsidRPr="00130DA0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>администрации Гришковского</w:t>
      </w:r>
    </w:p>
    <w:p w:rsidR="00245807" w:rsidRPr="00A93BAC" w:rsidRDefault="00245807" w:rsidP="00130DA0">
      <w:pPr>
        <w:rPr>
          <w:sz w:val="28"/>
          <w:szCs w:val="28"/>
        </w:rPr>
      </w:pPr>
      <w:r w:rsidRPr="00130DA0">
        <w:rPr>
          <w:sz w:val="28"/>
          <w:szCs w:val="28"/>
        </w:rPr>
        <w:t xml:space="preserve">сельского поселения                                                                         </w:t>
      </w:r>
      <w:r>
        <w:rPr>
          <w:sz w:val="28"/>
          <w:szCs w:val="28"/>
        </w:rPr>
        <w:t>Д.Ю. Рябухина</w:t>
      </w:r>
    </w:p>
    <w:sectPr w:rsidR="00245807" w:rsidRPr="00A93BAC" w:rsidSect="000E6F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807" w:rsidRDefault="00245807">
      <w:r>
        <w:separator/>
      </w:r>
    </w:p>
  </w:endnote>
  <w:endnote w:type="continuationSeparator" w:id="0">
    <w:p w:rsidR="00245807" w:rsidRDefault="002458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807" w:rsidRDefault="00245807">
      <w:r>
        <w:separator/>
      </w:r>
    </w:p>
  </w:footnote>
  <w:footnote w:type="continuationSeparator" w:id="0">
    <w:p w:rsidR="00245807" w:rsidRDefault="002458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07" w:rsidRDefault="00245807" w:rsidP="00327A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45807" w:rsidRDefault="002458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807" w:rsidRDefault="00245807" w:rsidP="00327A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245807" w:rsidRDefault="002458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01E6A"/>
    <w:multiLevelType w:val="hybridMultilevel"/>
    <w:tmpl w:val="5DECA4EC"/>
    <w:lvl w:ilvl="0" w:tplc="70DE5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A125B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DF6BD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B7ED7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C1E4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B7A7D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61E25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4A6B7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0A27D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9801F9C"/>
    <w:multiLevelType w:val="hybridMultilevel"/>
    <w:tmpl w:val="A6046C76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EAFC48E2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F172AE4"/>
    <w:multiLevelType w:val="hybridMultilevel"/>
    <w:tmpl w:val="452E8AA0"/>
    <w:lvl w:ilvl="0" w:tplc="EAFC48E2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D052BB"/>
    <w:multiLevelType w:val="hybridMultilevel"/>
    <w:tmpl w:val="A768B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60232"/>
    <w:multiLevelType w:val="hybridMultilevel"/>
    <w:tmpl w:val="87D4377C"/>
    <w:lvl w:ilvl="0" w:tplc="E534867A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2C4C1130"/>
    <w:multiLevelType w:val="hybridMultilevel"/>
    <w:tmpl w:val="37DA1CDC"/>
    <w:lvl w:ilvl="0" w:tplc="9A6EFC92">
      <w:start w:val="1"/>
      <w:numFmt w:val="decimal"/>
      <w:lvlText w:val="%1."/>
      <w:lvlJc w:val="left"/>
      <w:pPr>
        <w:tabs>
          <w:tab w:val="num" w:pos="2115"/>
        </w:tabs>
        <w:ind w:left="2115" w:hanging="12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2D52653D"/>
    <w:multiLevelType w:val="hybridMultilevel"/>
    <w:tmpl w:val="64F21A30"/>
    <w:lvl w:ilvl="0" w:tplc="EAFC48E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151440"/>
    <w:multiLevelType w:val="hybridMultilevel"/>
    <w:tmpl w:val="A2529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66B5B30"/>
    <w:multiLevelType w:val="multilevel"/>
    <w:tmpl w:val="D8C0F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485"/>
        </w:tabs>
        <w:ind w:left="1485" w:hanging="40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abstractNum w:abstractNumId="9">
    <w:nsid w:val="37C70A15"/>
    <w:multiLevelType w:val="multilevel"/>
    <w:tmpl w:val="452E8AA0"/>
    <w:lvl w:ilvl="0">
      <w:start w:val="1"/>
      <w:numFmt w:val="bullet"/>
      <w:lvlText w:val="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6300A82"/>
    <w:multiLevelType w:val="hybridMultilevel"/>
    <w:tmpl w:val="EFDEA6D6"/>
    <w:lvl w:ilvl="0" w:tplc="3470F73A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11">
    <w:nsid w:val="77DF06C6"/>
    <w:multiLevelType w:val="hybridMultilevel"/>
    <w:tmpl w:val="E0EC5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7"/>
  </w:num>
  <w:num w:numId="4">
    <w:abstractNumId w:val="3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1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DE1"/>
    <w:rsid w:val="000069D3"/>
    <w:rsid w:val="00006A52"/>
    <w:rsid w:val="00015CD3"/>
    <w:rsid w:val="00017A4E"/>
    <w:rsid w:val="000256BC"/>
    <w:rsid w:val="000259B0"/>
    <w:rsid w:val="000316A5"/>
    <w:rsid w:val="000367BD"/>
    <w:rsid w:val="0004472E"/>
    <w:rsid w:val="00051230"/>
    <w:rsid w:val="000569B4"/>
    <w:rsid w:val="00060223"/>
    <w:rsid w:val="000623E6"/>
    <w:rsid w:val="0006305F"/>
    <w:rsid w:val="0007104F"/>
    <w:rsid w:val="00071B66"/>
    <w:rsid w:val="00071D93"/>
    <w:rsid w:val="00074D13"/>
    <w:rsid w:val="00074E47"/>
    <w:rsid w:val="00075E78"/>
    <w:rsid w:val="00083630"/>
    <w:rsid w:val="000837FA"/>
    <w:rsid w:val="000A4067"/>
    <w:rsid w:val="000A4C42"/>
    <w:rsid w:val="000A6EDA"/>
    <w:rsid w:val="000B7D14"/>
    <w:rsid w:val="000C7AE3"/>
    <w:rsid w:val="000E6F1A"/>
    <w:rsid w:val="000F3C5E"/>
    <w:rsid w:val="000F43B1"/>
    <w:rsid w:val="0010690F"/>
    <w:rsid w:val="00117F82"/>
    <w:rsid w:val="00124B57"/>
    <w:rsid w:val="00126FE7"/>
    <w:rsid w:val="001301D2"/>
    <w:rsid w:val="00130DA0"/>
    <w:rsid w:val="00131022"/>
    <w:rsid w:val="00131BE9"/>
    <w:rsid w:val="00133CF1"/>
    <w:rsid w:val="00135D0E"/>
    <w:rsid w:val="001603D4"/>
    <w:rsid w:val="00164635"/>
    <w:rsid w:val="001756A2"/>
    <w:rsid w:val="00185D50"/>
    <w:rsid w:val="00187E35"/>
    <w:rsid w:val="0019124C"/>
    <w:rsid w:val="001A1E62"/>
    <w:rsid w:val="001A4BC8"/>
    <w:rsid w:val="001B2395"/>
    <w:rsid w:val="001B4AC3"/>
    <w:rsid w:val="001B6148"/>
    <w:rsid w:val="001B7BAA"/>
    <w:rsid w:val="001D3D24"/>
    <w:rsid w:val="001D78AD"/>
    <w:rsid w:val="001E0CD5"/>
    <w:rsid w:val="001E5C79"/>
    <w:rsid w:val="001E61FE"/>
    <w:rsid w:val="001E726E"/>
    <w:rsid w:val="001E7998"/>
    <w:rsid w:val="001F2446"/>
    <w:rsid w:val="001F7AAC"/>
    <w:rsid w:val="00203AC0"/>
    <w:rsid w:val="00207B23"/>
    <w:rsid w:val="002122D4"/>
    <w:rsid w:val="0022089A"/>
    <w:rsid w:val="00224106"/>
    <w:rsid w:val="002346B8"/>
    <w:rsid w:val="00241F19"/>
    <w:rsid w:val="00245807"/>
    <w:rsid w:val="00246A8C"/>
    <w:rsid w:val="002474B6"/>
    <w:rsid w:val="00257E92"/>
    <w:rsid w:val="00261C34"/>
    <w:rsid w:val="00284E7B"/>
    <w:rsid w:val="002A6A81"/>
    <w:rsid w:val="002C0E66"/>
    <w:rsid w:val="002C1CDC"/>
    <w:rsid w:val="002D00E0"/>
    <w:rsid w:val="002D0D1A"/>
    <w:rsid w:val="002E5848"/>
    <w:rsid w:val="002E5BD6"/>
    <w:rsid w:val="002E6481"/>
    <w:rsid w:val="002F1207"/>
    <w:rsid w:val="002F3A36"/>
    <w:rsid w:val="002F554C"/>
    <w:rsid w:val="00301612"/>
    <w:rsid w:val="00304E88"/>
    <w:rsid w:val="00312E94"/>
    <w:rsid w:val="00326B45"/>
    <w:rsid w:val="00327A8B"/>
    <w:rsid w:val="00331837"/>
    <w:rsid w:val="00333D4E"/>
    <w:rsid w:val="00336EAD"/>
    <w:rsid w:val="003414EC"/>
    <w:rsid w:val="00346961"/>
    <w:rsid w:val="00356456"/>
    <w:rsid w:val="003704D6"/>
    <w:rsid w:val="0037188E"/>
    <w:rsid w:val="0037449C"/>
    <w:rsid w:val="00375379"/>
    <w:rsid w:val="003765D9"/>
    <w:rsid w:val="00377379"/>
    <w:rsid w:val="00381842"/>
    <w:rsid w:val="00395455"/>
    <w:rsid w:val="00395F7F"/>
    <w:rsid w:val="003A1EC3"/>
    <w:rsid w:val="003A6168"/>
    <w:rsid w:val="003B3777"/>
    <w:rsid w:val="003C3C17"/>
    <w:rsid w:val="003D3C04"/>
    <w:rsid w:val="003E21BB"/>
    <w:rsid w:val="003E4649"/>
    <w:rsid w:val="003E4B3C"/>
    <w:rsid w:val="003E682D"/>
    <w:rsid w:val="003F6BCB"/>
    <w:rsid w:val="003F6FE5"/>
    <w:rsid w:val="0040183C"/>
    <w:rsid w:val="00410444"/>
    <w:rsid w:val="00417DD6"/>
    <w:rsid w:val="004264EB"/>
    <w:rsid w:val="00434113"/>
    <w:rsid w:val="00434390"/>
    <w:rsid w:val="004348DE"/>
    <w:rsid w:val="004447BA"/>
    <w:rsid w:val="00446296"/>
    <w:rsid w:val="00446EB0"/>
    <w:rsid w:val="0044711D"/>
    <w:rsid w:val="00454B81"/>
    <w:rsid w:val="0046341D"/>
    <w:rsid w:val="0046494B"/>
    <w:rsid w:val="00467887"/>
    <w:rsid w:val="00467D44"/>
    <w:rsid w:val="00474A76"/>
    <w:rsid w:val="004822B0"/>
    <w:rsid w:val="004A19A3"/>
    <w:rsid w:val="004A6275"/>
    <w:rsid w:val="004B0A8F"/>
    <w:rsid w:val="004B63F5"/>
    <w:rsid w:val="004D1AC2"/>
    <w:rsid w:val="004E14B7"/>
    <w:rsid w:val="004E1DF2"/>
    <w:rsid w:val="004E294F"/>
    <w:rsid w:val="004E37F6"/>
    <w:rsid w:val="004E4955"/>
    <w:rsid w:val="004E515A"/>
    <w:rsid w:val="004E7580"/>
    <w:rsid w:val="004F3E48"/>
    <w:rsid w:val="00504A13"/>
    <w:rsid w:val="005079A3"/>
    <w:rsid w:val="00515270"/>
    <w:rsid w:val="00530533"/>
    <w:rsid w:val="00530879"/>
    <w:rsid w:val="00535DF4"/>
    <w:rsid w:val="00535F09"/>
    <w:rsid w:val="00540174"/>
    <w:rsid w:val="005443C2"/>
    <w:rsid w:val="00553BDC"/>
    <w:rsid w:val="005613CF"/>
    <w:rsid w:val="00584D86"/>
    <w:rsid w:val="00586558"/>
    <w:rsid w:val="0059071B"/>
    <w:rsid w:val="00590DBF"/>
    <w:rsid w:val="00594BEA"/>
    <w:rsid w:val="005C62E0"/>
    <w:rsid w:val="005C6BE2"/>
    <w:rsid w:val="005D1BDA"/>
    <w:rsid w:val="005D29A4"/>
    <w:rsid w:val="005D4708"/>
    <w:rsid w:val="005E30C8"/>
    <w:rsid w:val="005E627E"/>
    <w:rsid w:val="005F7FA5"/>
    <w:rsid w:val="006022C5"/>
    <w:rsid w:val="00606F98"/>
    <w:rsid w:val="006142B7"/>
    <w:rsid w:val="0061724B"/>
    <w:rsid w:val="0062360B"/>
    <w:rsid w:val="00641496"/>
    <w:rsid w:val="00641671"/>
    <w:rsid w:val="006472DB"/>
    <w:rsid w:val="00653113"/>
    <w:rsid w:val="0065444D"/>
    <w:rsid w:val="0065453B"/>
    <w:rsid w:val="00660088"/>
    <w:rsid w:val="006616F5"/>
    <w:rsid w:val="00671A93"/>
    <w:rsid w:val="006724DF"/>
    <w:rsid w:val="00672B25"/>
    <w:rsid w:val="00676029"/>
    <w:rsid w:val="00681663"/>
    <w:rsid w:val="006827C5"/>
    <w:rsid w:val="00683976"/>
    <w:rsid w:val="0068576D"/>
    <w:rsid w:val="00685C57"/>
    <w:rsid w:val="00690ED1"/>
    <w:rsid w:val="00695E50"/>
    <w:rsid w:val="006A420E"/>
    <w:rsid w:val="006A6DA4"/>
    <w:rsid w:val="006B4F09"/>
    <w:rsid w:val="006B591F"/>
    <w:rsid w:val="006B7758"/>
    <w:rsid w:val="006D0AE7"/>
    <w:rsid w:val="006E5D98"/>
    <w:rsid w:val="006F0CE0"/>
    <w:rsid w:val="00712C31"/>
    <w:rsid w:val="0072388E"/>
    <w:rsid w:val="00730D20"/>
    <w:rsid w:val="00734466"/>
    <w:rsid w:val="00742C5F"/>
    <w:rsid w:val="00744B9D"/>
    <w:rsid w:val="00752935"/>
    <w:rsid w:val="00755FF4"/>
    <w:rsid w:val="00773573"/>
    <w:rsid w:val="00773D8C"/>
    <w:rsid w:val="00776D2F"/>
    <w:rsid w:val="00777652"/>
    <w:rsid w:val="007841ED"/>
    <w:rsid w:val="007905C2"/>
    <w:rsid w:val="0079440E"/>
    <w:rsid w:val="00796066"/>
    <w:rsid w:val="007978A2"/>
    <w:rsid w:val="007A50C2"/>
    <w:rsid w:val="007B11C2"/>
    <w:rsid w:val="007B322B"/>
    <w:rsid w:val="007C2CE5"/>
    <w:rsid w:val="007C61E1"/>
    <w:rsid w:val="007D31C5"/>
    <w:rsid w:val="007D74EC"/>
    <w:rsid w:val="007E05A4"/>
    <w:rsid w:val="007E7B4D"/>
    <w:rsid w:val="007F24CD"/>
    <w:rsid w:val="007F7DEC"/>
    <w:rsid w:val="00817637"/>
    <w:rsid w:val="008229A8"/>
    <w:rsid w:val="00836ACD"/>
    <w:rsid w:val="0084010C"/>
    <w:rsid w:val="00842F42"/>
    <w:rsid w:val="0084764B"/>
    <w:rsid w:val="00863B74"/>
    <w:rsid w:val="00872234"/>
    <w:rsid w:val="00872873"/>
    <w:rsid w:val="0087473B"/>
    <w:rsid w:val="0087488E"/>
    <w:rsid w:val="008832BF"/>
    <w:rsid w:val="00894DE4"/>
    <w:rsid w:val="00894FC1"/>
    <w:rsid w:val="008B3B31"/>
    <w:rsid w:val="008C0DD7"/>
    <w:rsid w:val="008C773B"/>
    <w:rsid w:val="008E4272"/>
    <w:rsid w:val="008F2182"/>
    <w:rsid w:val="008F5365"/>
    <w:rsid w:val="008F5861"/>
    <w:rsid w:val="00902D24"/>
    <w:rsid w:val="009140B6"/>
    <w:rsid w:val="009166CC"/>
    <w:rsid w:val="009224E7"/>
    <w:rsid w:val="00926BF7"/>
    <w:rsid w:val="00930D40"/>
    <w:rsid w:val="0093327C"/>
    <w:rsid w:val="00936DF9"/>
    <w:rsid w:val="00952057"/>
    <w:rsid w:val="00961980"/>
    <w:rsid w:val="00966FCD"/>
    <w:rsid w:val="00970A5C"/>
    <w:rsid w:val="00976E45"/>
    <w:rsid w:val="00982613"/>
    <w:rsid w:val="009838D6"/>
    <w:rsid w:val="009939B0"/>
    <w:rsid w:val="009A300F"/>
    <w:rsid w:val="009C2712"/>
    <w:rsid w:val="009C6470"/>
    <w:rsid w:val="009D17D3"/>
    <w:rsid w:val="009D31A9"/>
    <w:rsid w:val="009D46F0"/>
    <w:rsid w:val="009E2BBE"/>
    <w:rsid w:val="00A01C6B"/>
    <w:rsid w:val="00A03861"/>
    <w:rsid w:val="00A049F6"/>
    <w:rsid w:val="00A123A2"/>
    <w:rsid w:val="00A13D0E"/>
    <w:rsid w:val="00A142E4"/>
    <w:rsid w:val="00A145DA"/>
    <w:rsid w:val="00A1668F"/>
    <w:rsid w:val="00A20621"/>
    <w:rsid w:val="00A27750"/>
    <w:rsid w:val="00A31B90"/>
    <w:rsid w:val="00A379A8"/>
    <w:rsid w:val="00A40137"/>
    <w:rsid w:val="00A56C6E"/>
    <w:rsid w:val="00A6346D"/>
    <w:rsid w:val="00A66693"/>
    <w:rsid w:val="00A71D7A"/>
    <w:rsid w:val="00A9118E"/>
    <w:rsid w:val="00A920CA"/>
    <w:rsid w:val="00A93BAC"/>
    <w:rsid w:val="00A95916"/>
    <w:rsid w:val="00AA144B"/>
    <w:rsid w:val="00AA31B4"/>
    <w:rsid w:val="00AA774D"/>
    <w:rsid w:val="00AB1FE8"/>
    <w:rsid w:val="00AB2D4F"/>
    <w:rsid w:val="00AC3A65"/>
    <w:rsid w:val="00AC4DD6"/>
    <w:rsid w:val="00AD0AA0"/>
    <w:rsid w:val="00AE070E"/>
    <w:rsid w:val="00AE158C"/>
    <w:rsid w:val="00AF2395"/>
    <w:rsid w:val="00AF2B63"/>
    <w:rsid w:val="00AF3FD0"/>
    <w:rsid w:val="00AF55B8"/>
    <w:rsid w:val="00B00ABC"/>
    <w:rsid w:val="00B14E2A"/>
    <w:rsid w:val="00B22877"/>
    <w:rsid w:val="00B22CAD"/>
    <w:rsid w:val="00B40F33"/>
    <w:rsid w:val="00B45F31"/>
    <w:rsid w:val="00B45F9A"/>
    <w:rsid w:val="00B47B37"/>
    <w:rsid w:val="00B5262F"/>
    <w:rsid w:val="00B621AA"/>
    <w:rsid w:val="00B71A38"/>
    <w:rsid w:val="00B7450B"/>
    <w:rsid w:val="00B74CD7"/>
    <w:rsid w:val="00B81572"/>
    <w:rsid w:val="00B87434"/>
    <w:rsid w:val="00BA199B"/>
    <w:rsid w:val="00BA21FD"/>
    <w:rsid w:val="00BB1BAA"/>
    <w:rsid w:val="00BB35B5"/>
    <w:rsid w:val="00BD5B55"/>
    <w:rsid w:val="00BD6B55"/>
    <w:rsid w:val="00BE0344"/>
    <w:rsid w:val="00BE1140"/>
    <w:rsid w:val="00C01DE1"/>
    <w:rsid w:val="00C1199E"/>
    <w:rsid w:val="00C14A01"/>
    <w:rsid w:val="00C15650"/>
    <w:rsid w:val="00C15E0C"/>
    <w:rsid w:val="00C32EDB"/>
    <w:rsid w:val="00C3595E"/>
    <w:rsid w:val="00C440C6"/>
    <w:rsid w:val="00C45960"/>
    <w:rsid w:val="00C53A66"/>
    <w:rsid w:val="00C55613"/>
    <w:rsid w:val="00C672AD"/>
    <w:rsid w:val="00C70C1F"/>
    <w:rsid w:val="00C77E31"/>
    <w:rsid w:val="00C87823"/>
    <w:rsid w:val="00C9157F"/>
    <w:rsid w:val="00CB3303"/>
    <w:rsid w:val="00CB49F0"/>
    <w:rsid w:val="00CB77F6"/>
    <w:rsid w:val="00CC1DB9"/>
    <w:rsid w:val="00CC4173"/>
    <w:rsid w:val="00CC4E28"/>
    <w:rsid w:val="00CC5EFA"/>
    <w:rsid w:val="00CD10F2"/>
    <w:rsid w:val="00CD150F"/>
    <w:rsid w:val="00CD32D0"/>
    <w:rsid w:val="00CE3B4F"/>
    <w:rsid w:val="00CE513B"/>
    <w:rsid w:val="00CF2210"/>
    <w:rsid w:val="00CF2EBE"/>
    <w:rsid w:val="00D07A78"/>
    <w:rsid w:val="00D139DD"/>
    <w:rsid w:val="00D144F4"/>
    <w:rsid w:val="00D20A48"/>
    <w:rsid w:val="00D27B4E"/>
    <w:rsid w:val="00D31205"/>
    <w:rsid w:val="00D43467"/>
    <w:rsid w:val="00D43C2B"/>
    <w:rsid w:val="00D508C7"/>
    <w:rsid w:val="00D604B6"/>
    <w:rsid w:val="00D701D3"/>
    <w:rsid w:val="00D72768"/>
    <w:rsid w:val="00D7589F"/>
    <w:rsid w:val="00D8046E"/>
    <w:rsid w:val="00D8506E"/>
    <w:rsid w:val="00D91764"/>
    <w:rsid w:val="00D92345"/>
    <w:rsid w:val="00DA1F16"/>
    <w:rsid w:val="00DD62FE"/>
    <w:rsid w:val="00DD674E"/>
    <w:rsid w:val="00DE38B4"/>
    <w:rsid w:val="00DF0180"/>
    <w:rsid w:val="00DF12A5"/>
    <w:rsid w:val="00E027DF"/>
    <w:rsid w:val="00E1270A"/>
    <w:rsid w:val="00E168F2"/>
    <w:rsid w:val="00E245DF"/>
    <w:rsid w:val="00E257B3"/>
    <w:rsid w:val="00E26757"/>
    <w:rsid w:val="00E31421"/>
    <w:rsid w:val="00E32AB8"/>
    <w:rsid w:val="00E42061"/>
    <w:rsid w:val="00E440DD"/>
    <w:rsid w:val="00E505F9"/>
    <w:rsid w:val="00E52BCD"/>
    <w:rsid w:val="00E56774"/>
    <w:rsid w:val="00E6127D"/>
    <w:rsid w:val="00E6765D"/>
    <w:rsid w:val="00E7346B"/>
    <w:rsid w:val="00E74734"/>
    <w:rsid w:val="00E85DE2"/>
    <w:rsid w:val="00E87A43"/>
    <w:rsid w:val="00E97B1A"/>
    <w:rsid w:val="00EA51E3"/>
    <w:rsid w:val="00EB0D83"/>
    <w:rsid w:val="00EB2117"/>
    <w:rsid w:val="00EB5EC7"/>
    <w:rsid w:val="00EB6722"/>
    <w:rsid w:val="00EC11F1"/>
    <w:rsid w:val="00ED307B"/>
    <w:rsid w:val="00ED76CB"/>
    <w:rsid w:val="00EF239F"/>
    <w:rsid w:val="00F00DBF"/>
    <w:rsid w:val="00F05079"/>
    <w:rsid w:val="00F12B8F"/>
    <w:rsid w:val="00F17269"/>
    <w:rsid w:val="00F21A67"/>
    <w:rsid w:val="00F22073"/>
    <w:rsid w:val="00F43DDB"/>
    <w:rsid w:val="00F47E01"/>
    <w:rsid w:val="00F5226E"/>
    <w:rsid w:val="00F565BE"/>
    <w:rsid w:val="00F5799F"/>
    <w:rsid w:val="00F60BAC"/>
    <w:rsid w:val="00F62D2A"/>
    <w:rsid w:val="00F7139E"/>
    <w:rsid w:val="00F74955"/>
    <w:rsid w:val="00F82C54"/>
    <w:rsid w:val="00F83C3E"/>
    <w:rsid w:val="00F86A33"/>
    <w:rsid w:val="00F932CB"/>
    <w:rsid w:val="00FA4F77"/>
    <w:rsid w:val="00FB4C2A"/>
    <w:rsid w:val="00FB770C"/>
    <w:rsid w:val="00FC3833"/>
    <w:rsid w:val="00FC6425"/>
    <w:rsid w:val="00FC714B"/>
    <w:rsid w:val="00FC7F2E"/>
    <w:rsid w:val="00FD5978"/>
    <w:rsid w:val="00FE5914"/>
    <w:rsid w:val="00FE6460"/>
    <w:rsid w:val="00FF0724"/>
    <w:rsid w:val="00FF1138"/>
    <w:rsid w:val="00FF2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06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E42061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467D4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27A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27A8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31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NoSpacing">
    <w:name w:val="No Spacing"/>
    <w:uiPriority w:val="99"/>
    <w:qFormat/>
    <w:rsid w:val="00926BF7"/>
    <w:pPr>
      <w:ind w:firstLine="851"/>
      <w:jc w:val="center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24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277</Words>
  <Characters>1579</Characters>
  <Application>Microsoft Office Outlook</Application>
  <DocSecurity>0</DocSecurity>
  <Lines>0</Lines>
  <Paragraphs>0</Paragraphs>
  <ScaleCrop>false</ScaleCrop>
  <Company>финансовое управление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budget0</dc:creator>
  <cp:keywords/>
  <dc:description/>
  <cp:lastModifiedBy>ФО</cp:lastModifiedBy>
  <cp:revision>2</cp:revision>
  <cp:lastPrinted>2017-05-29T07:34:00Z</cp:lastPrinted>
  <dcterms:created xsi:type="dcterms:W3CDTF">2017-07-17T13:10:00Z</dcterms:created>
  <dcterms:modified xsi:type="dcterms:W3CDTF">2017-07-17T13:10:00Z</dcterms:modified>
</cp:coreProperties>
</file>